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476D20">
      <w:r w:rsidRPr="00476D20">
        <w:rPr>
          <w:noProof/>
          <w:lang w:val="es-CO" w:eastAsia="es-CO"/>
        </w:rPr>
        <w:pict>
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" fillcolor="#4bacc6 [3208]" strokecolor="#f2f2f2 [3041]" strokeweight="3pt">
            <v:shadow on="t" type="perspective" color="#205867 [1608]" opacity=".5" offset="1pt" offset2="-1pt"/>
            <o:lock v:ext="edit" shapetype="t"/>
            <v:textbox inset="2.88pt,2.88pt,2.88pt,2.88pt"/>
            <w10:wrap anchorx="page" anchory="page"/>
          </v:rect>
        </w:pict>
      </w:r>
      <w:r w:rsidRPr="00476D20">
        <w:rPr>
          <w:noProof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33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<v:textbox style="mso-fit-shape-to-text:t" inset="2.88pt,2.88pt,2.88pt,2.88pt">
              <w:txbxContent>
                <w:p w:rsidR="004507DF" w:rsidRPr="00FA5AAE" w:rsidRDefault="004507DF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Pr="00476D20">
        <w:rPr>
          <w:noProof/>
          <w:lang w:val="es-CO" w:eastAsia="es-CO"/>
        </w:rPr>
        <w:pict>
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<o:lock v:ext="edit" shapetype="t"/>
            <v:textbox inset="2.85pt,2.85pt,2.85pt,2.85pt">
              <w:txbxContent>
                <w:p w:rsidR="008853DC" w:rsidRPr="00DA22FF" w:rsidRDefault="008853DC" w:rsidP="009B1EB1">
                  <w:pPr>
                    <w:pStyle w:val="Heading2"/>
                  </w:pPr>
                  <w:r w:rsidRPr="009B1EB1">
                    <w:t>AGENDA</w:t>
                  </w:r>
                  <w:r w:rsidR="00AE6853">
                    <w:t xml:space="preserve"> N0 32</w:t>
                  </w:r>
                </w:p>
              </w:txbxContent>
            </v:textbox>
            <w10:wrap anchorx="page" anchory="page"/>
          </v:shape>
        </w:pict>
      </w:r>
      <w:r w:rsidRPr="00476D20">
        <w:rPr>
          <w:noProof/>
          <w:lang w:val="es-CO" w:eastAsia="es-CO"/>
        </w:rPr>
        <w:pict>
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<v:textbox style="mso-fit-shape-to-text:t" inset="3.6pt,,3.6pt">
              <w:txbxContent>
                <w:p w:rsidR="008853DC" w:rsidRDefault="008853DC" w:rsidP="00A54DBA">
                  <w:pPr>
                    <w:pStyle w:val="Heading3"/>
                    <w:jc w:val="center"/>
                  </w:pPr>
                  <w:r>
                    <w:t xml:space="preserve">April </w:t>
                  </w:r>
                </w:p>
                <w:p w:rsidR="008853DC" w:rsidRPr="00B44828" w:rsidRDefault="008853DC" w:rsidP="00A54DBA">
                  <w:pPr>
                    <w:pStyle w:val="Heading3"/>
                    <w:jc w:val="center"/>
                  </w:pPr>
                  <w:r>
                    <w:t>Kinder</w:t>
                  </w:r>
                </w:p>
                <w:p w:rsidR="008853DC" w:rsidRPr="002F5063" w:rsidRDefault="00AE6853" w:rsidP="00A54DBA">
                  <w:pPr>
                    <w:pStyle w:val="Heading3"/>
                    <w:jc w:val="center"/>
                  </w:pPr>
                  <w:r>
                    <w:t>Week 32</w:t>
                  </w:r>
                </w:p>
              </w:txbxContent>
            </v:textbox>
            <w10:wrap anchorx="page" anchory="page"/>
          </v:shape>
        </w:pict>
      </w:r>
      <w:r w:rsidRPr="00476D20">
        <w:rPr>
          <w:noProof/>
          <w:lang w:val="es-CO" w:eastAsia="es-CO"/>
        </w:rPr>
        <w:pict>
          <v:roundrect id="AutoShape 7" o:spid="_x0000_s1032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Pr="00476D20">
        <w:rPr>
          <w:noProof/>
          <w:lang w:val="es-CO" w:eastAsia="es-CO"/>
        </w:rPr>
        <w:pict>
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" fillcolor="#4f81bd [3204]" strokecolor="#f2f2f2 [3041]" strokeweight="3pt">
            <v:fill rotate="t"/>
            <v:shadow on="t" type="perspective" color="#243f60 [1604]" opacity=".5" offset="1pt" offset2="-1pt"/>
            <o:lock v:ext="edit" shapetype="t"/>
            <v:textbox style="mso-fit-shape-to-text:t" inset="2.85pt,2.85pt,2.85pt,2.85pt">
              <w:txbxContent>
                <w:p w:rsidR="008853DC" w:rsidRPr="00724CA0" w:rsidRDefault="00AE6853" w:rsidP="00724CA0">
                  <w:pPr>
                    <w:pStyle w:val="Heading1"/>
                    <w:rPr>
                      <w:sz w:val="52"/>
                      <w:szCs w:val="52"/>
                      <w:lang w:val="es-CO"/>
                    </w:rPr>
                  </w:pPr>
                  <w:r>
                    <w:rPr>
                      <w:sz w:val="52"/>
                      <w:szCs w:val="52"/>
                      <w:lang w:val="es-CO"/>
                    </w:rPr>
                    <w:t xml:space="preserve">        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Sharing</w:t>
                  </w:r>
                  <w:proofErr w:type="spellEnd"/>
                  <w:r>
                    <w:rPr>
                      <w:sz w:val="52"/>
                      <w:szCs w:val="52"/>
                      <w:lang w:val="es-CO"/>
                    </w:rPr>
                    <w:t xml:space="preserve">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the</w:t>
                  </w:r>
                  <w:proofErr w:type="spellEnd"/>
                  <w:r>
                    <w:rPr>
                      <w:sz w:val="52"/>
                      <w:szCs w:val="52"/>
                      <w:lang w:val="es-CO"/>
                    </w:rPr>
                    <w:t xml:space="preserve"> </w:t>
                  </w:r>
                  <w:proofErr w:type="spellStart"/>
                  <w:r w:rsidR="008853DC">
                    <w:rPr>
                      <w:sz w:val="52"/>
                      <w:szCs w:val="52"/>
                      <w:lang w:val="es-CO"/>
                    </w:rPr>
                    <w:t>planet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476D20">
        <w:rPr>
          <w:noProof/>
          <w:lang w:val="es-CO" w:eastAsia="es-CO"/>
        </w:rPr>
        <w:pict>
          <v:roundrect id="AutoShape 4" o:spid="_x0000_s1031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c0504d [3205]" strokecolor="#f2f2f2 [3041]" strokeweight="3pt">
            <v:shadow on="t" type="perspective" color="#622423 [1605]" opacity=".5" offset="1pt" offset2="-1pt"/>
            <o:lock v:ext="edit" shapetype="t"/>
            <v:textbox inset="2.88pt,2.88pt,2.88pt,2.88pt"/>
            <w10:wrap anchorx="page" anchory="page"/>
          </v:roundrect>
        </w:pict>
      </w:r>
      <w:proofErr w:type="spellStart"/>
      <w:r w:rsidR="00402958">
        <w:t>Uybien</w:t>
      </w:r>
      <w:proofErr w:type="spellEnd"/>
    </w:p>
    <w:p w:rsidR="004507DF" w:rsidRDefault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76D20" w:rsidP="004507DF">
      <w:r w:rsidRPr="00476D20">
        <w:rPr>
          <w:noProof/>
          <w:lang w:val="es-CO" w:eastAsia="es-CO"/>
        </w:rPr>
        <w:pict>
          <v:shape id="Text Box 9" o:spid="_x0000_s1030" type="#_x0000_t202" style="position:absolute;margin-left:297.5pt;margin-top:283.3pt;width:267.3pt;height:515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" fillcolor="#8064a2 [3207]" strokecolor="#f2f2f2 [3041]" strokeweight="3pt">
            <v:shadow on="t" type="perspective" color="#3f3151 [1607]" opacity=".5" offset="1pt" offset2="-1pt"/>
            <o:lock v:ext="edit" shapetype="t"/>
            <v:textbox inset="2.85pt,2.85pt,2.85pt,2.85pt">
              <w:txbxContent>
                <w:p w:rsidR="003668B2" w:rsidRDefault="003668B2" w:rsidP="002F1B8E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</w:p>
                <w:p w:rsidR="008853DC" w:rsidRPr="007B4E6D" w:rsidRDefault="008853DC" w:rsidP="002F1B8E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BA040E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Monday </w:t>
                  </w:r>
                  <w:r w:rsidR="003668B2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23</w:t>
                  </w:r>
                  <w:r w:rsidR="003668B2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 xml:space="preserve">rd </w:t>
                  </w:r>
                </w:p>
                <w:p w:rsidR="008853DC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Disciplinar Planning L2 </w:t>
                  </w:r>
                </w:p>
                <w:p w:rsidR="008853DC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Deputy´s Office</w:t>
                  </w:r>
                </w:p>
                <w:p w:rsidR="00210F8D" w:rsidRPr="003668B2" w:rsidRDefault="008853DC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11:50 -12:25 pm</w:t>
                  </w:r>
                </w:p>
                <w:p w:rsidR="00DE3D42" w:rsidRPr="003668B2" w:rsidRDefault="003668B2" w:rsidP="002F1B8E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 w:rsidRPr="003668B2">
                    <w:rPr>
                      <w:sz w:val="18"/>
                      <w:szCs w:val="18"/>
                      <w:lang w:val="en-US"/>
                    </w:rPr>
                    <w:t xml:space="preserve">Planning </w:t>
                  </w:r>
                  <w:r w:rsidR="004D12E0">
                    <w:rPr>
                      <w:sz w:val="18"/>
                      <w:szCs w:val="18"/>
                      <w:lang w:val="en-US"/>
                    </w:rPr>
                    <w:t xml:space="preserve"> unit 5 </w:t>
                  </w:r>
                </w:p>
                <w:p w:rsidR="008853DC" w:rsidRDefault="003668B2" w:rsidP="0089669C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proofErr w:type="gramStart"/>
                  <w:r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Tuesday  24</w:t>
                  </w:r>
                  <w:r w:rsidR="008853DC"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  <w:proofErr w:type="gramEnd"/>
                </w:p>
                <w:p w:rsidR="008853DC" w:rsidRDefault="008853DC" w:rsidP="0030585A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Extra support session</w:t>
                  </w:r>
                </w:p>
                <w:p w:rsidR="008853DC" w:rsidRPr="00F10B09" w:rsidRDefault="003668B2" w:rsidP="0030585A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Maggie</w:t>
                  </w:r>
                  <w:r w:rsidR="008853DC">
                    <w:rPr>
                      <w:lang w:val="en-US"/>
                    </w:rPr>
                    <w:t xml:space="preserve"> </w:t>
                  </w:r>
                  <w:r w:rsidR="008853DC" w:rsidRPr="00F10B09">
                    <w:rPr>
                      <w:lang w:val="en-US"/>
                    </w:rPr>
                    <w:t xml:space="preserve">is on duty </w:t>
                  </w:r>
                </w:p>
                <w:p w:rsidR="008853DC" w:rsidRDefault="008853DC" w:rsidP="0030585A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 w:rsidRPr="00F10B09">
                    <w:rPr>
                      <w:lang w:val="en-US"/>
                    </w:rPr>
                    <w:t>14:00-15:00</w:t>
                  </w:r>
                </w:p>
                <w:p w:rsidR="00210F8D" w:rsidRPr="00F10B09" w:rsidRDefault="00210F8D" w:rsidP="0030585A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</w:p>
                <w:p w:rsidR="008853DC" w:rsidRPr="008853DC" w:rsidRDefault="003668B2" w:rsidP="00097FF7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Wednesday 25</w:t>
                  </w:r>
                  <w:r w:rsidR="008853DC"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8853DC" w:rsidRPr="00BA040E" w:rsidRDefault="003668B2" w:rsidP="00097FF7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L1 Meeting </w:t>
                  </w:r>
                </w:p>
                <w:p w:rsidR="008853DC" w:rsidRDefault="008853DC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 w:rsidRPr="00BA040E">
                    <w:rPr>
                      <w:sz w:val="18"/>
                      <w:szCs w:val="18"/>
                      <w:lang w:val="en-US"/>
                    </w:rPr>
                    <w:t>14:00-15:0</w:t>
                  </w:r>
                  <w:r w:rsidR="00E35217">
                    <w:rPr>
                      <w:sz w:val="18"/>
                      <w:szCs w:val="18"/>
                      <w:lang w:val="en-US"/>
                    </w:rPr>
                    <w:t>0</w:t>
                  </w:r>
                </w:p>
                <w:p w:rsidR="00210F8D" w:rsidRDefault="003668B2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sz w:val="18"/>
                      <w:szCs w:val="18"/>
                      <w:lang w:val="en-US"/>
                    </w:rPr>
                    <w:t>Deputy´s Office</w:t>
                  </w:r>
                </w:p>
                <w:p w:rsidR="003668B2" w:rsidRPr="00BA040E" w:rsidRDefault="003668B2" w:rsidP="00897C99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  <w:p w:rsidR="008853DC" w:rsidRPr="00BA040E" w:rsidRDefault="003668B2" w:rsidP="00097FF7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Thursday 26</w:t>
                  </w:r>
                  <w:r w:rsidR="008853DC"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8853DC" w:rsidRPr="003668B2" w:rsidRDefault="003668B2" w:rsidP="0059260D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Work in pairs </w:t>
                  </w:r>
                </w:p>
                <w:p w:rsidR="00210F8D" w:rsidRPr="00BA040E" w:rsidRDefault="00210F8D" w:rsidP="0059260D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  <w:p w:rsidR="008853DC" w:rsidRPr="0098440F" w:rsidRDefault="008853DC" w:rsidP="00F93D75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BA040E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Friday </w:t>
                  </w:r>
                  <w:r w:rsidR="003668B2">
                    <w:rPr>
                      <w:b/>
                      <w:sz w:val="18"/>
                      <w:szCs w:val="18"/>
                      <w:u w:val="single"/>
                      <w:lang w:val="en-US"/>
                    </w:rPr>
                    <w:t>27</w:t>
                  </w:r>
                  <w:r w:rsidRPr="00BA040E">
                    <w:rPr>
                      <w:b/>
                      <w:sz w:val="18"/>
                      <w:szCs w:val="18"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8853DC" w:rsidRPr="003668B2" w:rsidRDefault="003668B2" w:rsidP="00C807FC">
                  <w:pPr>
                    <w:pStyle w:val="ListParagraph"/>
                    <w:spacing w:after="0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 w:rsidRPr="003668B2">
                    <w:rPr>
                      <w:sz w:val="18"/>
                      <w:szCs w:val="18"/>
                      <w:lang w:val="en-US"/>
                    </w:rPr>
                    <w:t xml:space="preserve">Work in pairs </w:t>
                  </w:r>
                  <w:r w:rsidR="008853DC" w:rsidRPr="003668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591409" w:rsidRPr="007B4E6D" w:rsidRDefault="00591409" w:rsidP="00C807FC">
                  <w:pPr>
                    <w:pStyle w:val="ListParagraph"/>
                    <w:spacing w:after="0"/>
                    <w:ind w:left="0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p w:rsidR="008853DC" w:rsidRPr="001E2A83" w:rsidRDefault="008853DC" w:rsidP="00C807FC">
                  <w:pPr>
                    <w:pStyle w:val="ListParagraph"/>
                    <w:spacing w:after="0"/>
                    <w:ind w:left="0"/>
                    <w:rPr>
                      <w:color w:val="FFFF00"/>
                      <w:sz w:val="18"/>
                      <w:szCs w:val="18"/>
                      <w:lang w:val="en-US"/>
                    </w:rPr>
                  </w:pPr>
                  <w:r w:rsidRPr="001E2A83">
                    <w:rPr>
                      <w:b/>
                      <w:i/>
                      <w:sz w:val="18"/>
                      <w:szCs w:val="18"/>
                      <w:lang w:val="en-US"/>
                    </w:rPr>
                    <w:t xml:space="preserve">Note </w:t>
                  </w:r>
                  <w:proofErr w:type="spellStart"/>
                  <w:r w:rsidRPr="001E2A83">
                    <w:rPr>
                      <w:b/>
                      <w:i/>
                      <w:sz w:val="18"/>
                      <w:szCs w:val="18"/>
                      <w:lang w:val="en-US"/>
                    </w:rPr>
                    <w:t>taker</w:t>
                  </w:r>
                  <w:proofErr w:type="gramStart"/>
                  <w:r w:rsidRPr="001E2A83">
                    <w:rPr>
                      <w:b/>
                      <w:i/>
                      <w:sz w:val="18"/>
                      <w:szCs w:val="18"/>
                      <w:lang w:val="en-US"/>
                    </w:rPr>
                    <w:t>:Maggie</w:t>
                  </w:r>
                  <w:proofErr w:type="spellEnd"/>
                  <w:proofErr w:type="gramEnd"/>
                </w:p>
                <w:p w:rsidR="008853DC" w:rsidRPr="001E2A83" w:rsidRDefault="003668B2" w:rsidP="009F7310">
                  <w:pPr>
                    <w:pStyle w:val="ListParagraph"/>
                    <w:spacing w:after="0"/>
                    <w:ind w:left="0"/>
                    <w:rPr>
                      <w:b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 xml:space="preserve">Time </w:t>
                  </w:r>
                  <w:proofErr w:type="spellStart"/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>keeper</w:t>
                  </w:r>
                  <w:proofErr w:type="gramStart"/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>:Mark</w:t>
                  </w:r>
                  <w:proofErr w:type="spellEnd"/>
                  <w:proofErr w:type="gramEnd"/>
                  <w:r>
                    <w:rPr>
                      <w:b/>
                      <w:i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8853DC" w:rsidRPr="001E2A83" w:rsidRDefault="008853DC" w:rsidP="009F7310">
                  <w:pPr>
                    <w:pStyle w:val="ListParagraph"/>
                    <w:spacing w:after="0"/>
                    <w:ind w:left="0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E2A83">
                    <w:rPr>
                      <w:b/>
                      <w:sz w:val="18"/>
                      <w:szCs w:val="18"/>
                      <w:lang w:val="en-US"/>
                    </w:rPr>
                    <w:t>Dear team, this agenda is subject to change.</w:t>
                  </w:r>
                </w:p>
                <w:p w:rsidR="008853DC" w:rsidRPr="00AD13D0" w:rsidRDefault="008853DC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8853DC" w:rsidRPr="00AD13D0" w:rsidRDefault="008853DC" w:rsidP="009F7310">
                  <w:pPr>
                    <w:pStyle w:val="ListParagraph"/>
                    <w:spacing w:after="0"/>
                    <w:rPr>
                      <w:b/>
                      <w:lang w:val="en-US"/>
                    </w:rPr>
                  </w:pPr>
                </w:p>
                <w:p w:rsidR="008853DC" w:rsidRPr="00D02D5F" w:rsidRDefault="008853DC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ullet1"/>
      </v:shape>
    </w:pict>
  </w:numPicBullet>
  <w:numPicBullet w:numPicBulletId="1">
    <w:pict>
      <v:shape id="_x0000_i1027" type="#_x0000_t75" style="width:8.85pt;height:8.85pt" o:bullet="t">
        <v:imagedata r:id="rId2" o:title="bullet2"/>
      </v:shape>
    </w:pict>
  </w:numPicBullet>
  <w:numPicBullet w:numPicBulletId="2">
    <w:pict>
      <v:shape id="_x0000_i1028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14906"/>
    <w:rsid w:val="00123FA2"/>
    <w:rsid w:val="001241B6"/>
    <w:rsid w:val="00131724"/>
    <w:rsid w:val="00135580"/>
    <w:rsid w:val="001420CD"/>
    <w:rsid w:val="001462B8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1E2A83"/>
    <w:rsid w:val="0020166D"/>
    <w:rsid w:val="002063A2"/>
    <w:rsid w:val="002101A4"/>
    <w:rsid w:val="00210F8D"/>
    <w:rsid w:val="00214EEB"/>
    <w:rsid w:val="00221A02"/>
    <w:rsid w:val="00235996"/>
    <w:rsid w:val="00240415"/>
    <w:rsid w:val="002453DF"/>
    <w:rsid w:val="002468B8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0585A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668B2"/>
    <w:rsid w:val="003702D3"/>
    <w:rsid w:val="003709B7"/>
    <w:rsid w:val="00386843"/>
    <w:rsid w:val="0038777C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6D20"/>
    <w:rsid w:val="00477A25"/>
    <w:rsid w:val="00490902"/>
    <w:rsid w:val="004A04A1"/>
    <w:rsid w:val="004A2962"/>
    <w:rsid w:val="004B0222"/>
    <w:rsid w:val="004B043A"/>
    <w:rsid w:val="004C2F04"/>
    <w:rsid w:val="004D0416"/>
    <w:rsid w:val="004D12E0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1409"/>
    <w:rsid w:val="0059260D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32B12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7467"/>
    <w:rsid w:val="00716C35"/>
    <w:rsid w:val="00723DE6"/>
    <w:rsid w:val="00724CA0"/>
    <w:rsid w:val="0073457E"/>
    <w:rsid w:val="007374F2"/>
    <w:rsid w:val="00744D38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4E6D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853DC"/>
    <w:rsid w:val="00891B8C"/>
    <w:rsid w:val="0089669C"/>
    <w:rsid w:val="00897B79"/>
    <w:rsid w:val="00897C9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33C75"/>
    <w:rsid w:val="00941F64"/>
    <w:rsid w:val="00944FC2"/>
    <w:rsid w:val="00957A17"/>
    <w:rsid w:val="009640D6"/>
    <w:rsid w:val="009652B1"/>
    <w:rsid w:val="00976B22"/>
    <w:rsid w:val="00980BF0"/>
    <w:rsid w:val="0098440F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E6853"/>
    <w:rsid w:val="00AF3F5D"/>
    <w:rsid w:val="00B12013"/>
    <w:rsid w:val="00B12BF3"/>
    <w:rsid w:val="00B1675C"/>
    <w:rsid w:val="00B22B1D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040E"/>
    <w:rsid w:val="00BA181A"/>
    <w:rsid w:val="00BA27A3"/>
    <w:rsid w:val="00BA5B32"/>
    <w:rsid w:val="00BC62B8"/>
    <w:rsid w:val="00BC7F64"/>
    <w:rsid w:val="00BD794F"/>
    <w:rsid w:val="00BE4DB2"/>
    <w:rsid w:val="00C0301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85C4A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DE3D42"/>
    <w:rsid w:val="00E003C0"/>
    <w:rsid w:val="00E03EA0"/>
    <w:rsid w:val="00E04C43"/>
    <w:rsid w:val="00E26BAD"/>
    <w:rsid w:val="00E35217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3D75"/>
    <w:rsid w:val="00F97519"/>
    <w:rsid w:val="00F97632"/>
    <w:rsid w:val="00FA45C2"/>
    <w:rsid w:val="00FA5AAE"/>
    <w:rsid w:val="00FB2CA7"/>
    <w:rsid w:val="00FC0460"/>
    <w:rsid w:val="00FD30AC"/>
    <w:rsid w:val="00FD3DD7"/>
    <w:rsid w:val="00FF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BodyText2Char">
    <w:name w:val="Body Text 2 Char"/>
    <w:basedOn w:val="DefaultParagraphFont"/>
    <w:link w:val="BodyText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E407-C69F-4A23-9978-80A590CB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</TotalTime>
  <Pages>1</Pages>
  <Words>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sviedman</cp:lastModifiedBy>
  <cp:revision>4</cp:revision>
  <dcterms:created xsi:type="dcterms:W3CDTF">2012-04-20T18:24:00Z</dcterms:created>
  <dcterms:modified xsi:type="dcterms:W3CDTF">2012-04-20T18:30:00Z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